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7" w:type="pct"/>
      </w:tblPr>
      <w:tblGrid>
        <w:gridCol w:w="2096"/>
      </w:tblGrid>
      <w:tr>
        <w:tc>
          <w:tcPr>
            <w:tcW w:w="5000" w:type="pct"/>
          </w:tcPr>
          <w:p>
            <w:r>
              <w:fldChar w:fldCharType="begin"/>
              <w:instrText xml:space="preserve"> IF </w:instrText>
              <w:fldChar w:fldCharType="begin"/>
              <w:instrText xml:space="preserve"> DocVariable MonthStart \@ dddd </w:instrText>
              <w:fldChar w:fldCharType="separate"/>
              <w:instrText>Thursday</w:instrText>
              <w:fldChar w:fldCharType="end"/>
              <w:instrText xml:space="preserve"> = "Friday" 1 </w:instrText>
              <w:fldChar w:fldCharType="begin"/>
              <w:instrText xml:space="preserve"> IF </w:instrText>
              <w:fldChar w:fldCharType="begin"/>
              <w:instrText xml:space="preserve"> =E2 </w:instrText>
              <w:fldChar w:fldCharType="separate"/>
              <w:instrText>1</w:instrText>
              <w:fldChar w:fldCharType="end"/>
              <w:instrText xml:space="preserve"> &lt;&gt; 0 </w:instrText>
              <w:fldChar w:fldCharType="begin"/>
              <w:instrText xml:space="preserve"> =E2+1 </w:instrText>
              <w:fldChar w:fldCharType="separate"/>
              <w:instrText>2</w:instrText>
              <w:fldChar w:fldCharType="end"/>
              <w:instrText xml:space="preserve"> "" </w:instrText>
              <w:fldChar w:fldCharType="separate"/>
              <w:instrText>2</w:instrText>
              <w:fldChar w:fldCharType="end"/>
              <w:fldChar w:fldCharType="separate"/>
              <w:t>2</w:t>
              <w:fldChar w:fldCharType="end"/>
            </w:r>
          </w:p>
        </w:tc>
      </w:tr>
      <w:tr>
        <w:tc>
          <w:tcPr>
            <w:tcW w:w="5000" w:type="pct"/>
          </w:tcPr>
          <w:p>
            <w:r>
              <w:fldChar w:fldCharType="begin"/>
              <w:instrText xml:space="preserve">IF </w:instrText>
              <w:fldChar w:fldCharType="begin"/>
              <w:instrText xml:space="preserve"> =G8</w:instrText>
              <w:fldChar w:fldCharType="separate"/>
              <w:instrText>24</w:instrText>
              <w:fldChar w:fldCharType="end"/>
              <w:instrText xml:space="preserve"> = 0,"" </w:instrText>
              <w:fldChar w:fldCharType="begin"/>
              <w:instrText xml:space="preserve"> IF </w:instrText>
              <w:fldChar w:fldCharType="begin"/>
              <w:instrText xml:space="preserve"> =G8 </w:instrText>
              <w:fldChar w:fldCharType="separate"/>
              <w:instrText>24</w:instrText>
              <w:fldChar w:fldCharType="end"/>
              <w:instrText xml:space="preserve">  &lt; </w:instrText>
              <w:fldChar w:fldCharType="begin"/>
              <w:instrText xml:space="preserve"> DocVariable MonthEnd \@ d </w:instrText>
              <w:fldChar w:fldCharType="separate"/>
              <w:instrText>31</w:instrText>
              <w:fldChar w:fldCharType="end"/>
              <w:instrText xml:space="preserve">  </w:instrText>
              <w:fldChar w:fldCharType="begin"/>
              <w:instrText xml:space="preserve"> =G8+1 </w:instrText>
              <w:fldChar w:fldCharType="separate"/>
              <w:instrText>25</w:instrText>
              <w:fldChar w:fldCharType="end"/>
              <w:instrText xml:space="preserve"> "" </w:instrText>
              <w:fldChar w:fldCharType="separate"/>
              <w:instrText>25</w:instrText>
              <w:fldChar w:fldCharType="end"/>
              <w:fldChar w:fldCharType="separate"/>
              <w:t>25</w:t>
            </w:r>
            <w:r>
              <w:fldChar w:fldCharType="end"/>
            </w:r>
          </w:p>
        </w:tc>
      </w:tr>
    </w:tbl>
    <w:p/>
    <w:sectPr>
      <w:pgSz w:w="15840" w:h="12240" w:orient="landscape" w:code="1"/>
      <w:pgMar w:top="720" w:right="720" w:bottom="720" w:left="720" w:header="576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71"/>
    <w:rsid w:val="002D2783"/>
    <w:rsid w:val="00362ABF"/>
    <w:rsid w:val="007E164F"/>
    <w:rsid w:val="009B53BC"/>
    <w:rsid w:val="00A7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2020-11-12T10:20:00Z</dcterms:created>
  <dcterms:modified xsi:type="dcterms:W3CDTF">2020-11-12T10:20:00Z</dcterms:modified>
</cp:coreProperties>
</file>